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A5" w:rsidRDefault="004879A5" w:rsidP="00C317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879A5" w:rsidRDefault="004879A5" w:rsidP="00C317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4879A5" w:rsidRDefault="004879A5" w:rsidP="00C317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4879A5" w:rsidRDefault="004879A5" w:rsidP="00C317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261</w:t>
      </w:r>
    </w:p>
    <w:p w:rsidR="004879A5" w:rsidRPr="00257B6C" w:rsidRDefault="004879A5" w:rsidP="00257B6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879A5" w:rsidRPr="00D737C3" w:rsidRDefault="004879A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879A5" w:rsidRDefault="004879A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4879A5" w:rsidRPr="00257B6C" w:rsidRDefault="004879A5" w:rsidP="00257B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7B6C">
        <w:rPr>
          <w:rFonts w:ascii="Times New Roman" w:hAnsi="Times New Roman" w:cs="Times New Roman"/>
          <w:b/>
          <w:bCs/>
          <w:sz w:val="28"/>
          <w:szCs w:val="28"/>
        </w:rPr>
        <w:t>«Поддержка социально ориентированных некоммерческих организаций, осуществляющих деятельность на территории Старотитаровского сельского поселения Темрюкского района»</w:t>
      </w:r>
    </w:p>
    <w:p w:rsidR="004879A5" w:rsidRPr="00257B6C" w:rsidRDefault="004879A5" w:rsidP="00257B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B6C">
        <w:rPr>
          <w:rFonts w:ascii="Times New Roman" w:hAnsi="Times New Roman" w:cs="Times New Roman"/>
          <w:b/>
          <w:bCs/>
          <w:sz w:val="28"/>
          <w:szCs w:val="28"/>
        </w:rPr>
        <w:t xml:space="preserve"> 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57B6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879A5" w:rsidRPr="00257B6C" w:rsidRDefault="004879A5" w:rsidP="009B212B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4879A5" w:rsidRPr="006069E5">
        <w:tc>
          <w:tcPr>
            <w:tcW w:w="1162" w:type="dxa"/>
            <w:vMerge w:val="restart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4879A5" w:rsidRPr="006069E5">
        <w:tc>
          <w:tcPr>
            <w:tcW w:w="1162" w:type="dxa"/>
            <w:vMerge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879A5" w:rsidRPr="006069E5" w:rsidRDefault="004879A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4879A5" w:rsidRPr="006069E5" w:rsidRDefault="004879A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4879A5" w:rsidRPr="006069E5" w:rsidRDefault="004879A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4879A5" w:rsidRPr="006069E5" w:rsidRDefault="004879A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4879A5" w:rsidRPr="0064236D" w:rsidRDefault="004879A5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4879A5" w:rsidRPr="006069E5">
        <w:trPr>
          <w:tblHeader/>
        </w:trPr>
        <w:tc>
          <w:tcPr>
            <w:tcW w:w="1151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4879A5" w:rsidRPr="006069E5" w:rsidRDefault="004879A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4879A5" w:rsidRPr="006069E5">
        <w:tc>
          <w:tcPr>
            <w:tcW w:w="1151" w:type="dxa"/>
          </w:tcPr>
          <w:p w:rsidR="004879A5" w:rsidRPr="006069E5" w:rsidRDefault="004879A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4879A5" w:rsidRPr="006069E5" w:rsidRDefault="004879A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879A5" w:rsidRPr="006069E5" w:rsidRDefault="004879A5" w:rsidP="006A004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финансовая</w:t>
            </w:r>
            <w:r w:rsidRPr="009159B4">
              <w:rPr>
                <w:rFonts w:ascii="Times New Roman" w:hAnsi="Times New Roman" w:cs="Times New Roman"/>
              </w:rPr>
              <w:t xml:space="preserve"> поддержк</w:t>
            </w:r>
            <w:r>
              <w:rPr>
                <w:rFonts w:ascii="Times New Roman" w:hAnsi="Times New Roman" w:cs="Times New Roman"/>
              </w:rPr>
              <w:t>а</w:t>
            </w:r>
            <w:r w:rsidRPr="009159B4">
              <w:rPr>
                <w:rFonts w:ascii="Times New Roman" w:hAnsi="Times New Roman" w:cs="Times New Roman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941" w:type="dxa"/>
            <w:vAlign w:val="center"/>
          </w:tcPr>
          <w:p w:rsidR="004879A5" w:rsidRPr="006069E5" w:rsidRDefault="004879A5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879A5" w:rsidRPr="00DD68EE" w:rsidRDefault="004879A5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879A5" w:rsidRPr="006069E5" w:rsidRDefault="004879A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4879A5" w:rsidRPr="006069E5" w:rsidRDefault="004879A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992 1006 7010110300 630</w:t>
            </w:r>
          </w:p>
        </w:tc>
        <w:tc>
          <w:tcPr>
            <w:tcW w:w="1260" w:type="dxa"/>
          </w:tcPr>
          <w:p w:rsidR="004879A5" w:rsidRPr="006069E5" w:rsidRDefault="004879A5" w:rsidP="00E040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879A5" w:rsidRPr="006069E5" w:rsidRDefault="004879A5" w:rsidP="00E040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80" w:type="dxa"/>
          </w:tcPr>
          <w:p w:rsidR="004879A5" w:rsidRPr="006069E5" w:rsidRDefault="004879A5" w:rsidP="00E040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879A5" w:rsidRPr="006069E5" w:rsidRDefault="004879A5" w:rsidP="00E040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79A5" w:rsidRPr="006069E5">
        <w:tc>
          <w:tcPr>
            <w:tcW w:w="1151" w:type="dxa"/>
          </w:tcPr>
          <w:p w:rsidR="004879A5" w:rsidRPr="006069E5" w:rsidRDefault="004879A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879A5" w:rsidRDefault="004879A5" w:rsidP="006A004F">
            <w:pPr>
              <w:ind w:left="289" w:hanging="357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Контрольное </w:t>
            </w:r>
            <w:r>
              <w:rPr>
                <w:rFonts w:ascii="Times New Roman" w:hAnsi="Times New Roman" w:cs="Times New Roman"/>
              </w:rPr>
              <w:t>с</w:t>
            </w:r>
            <w:r w:rsidRPr="006069E5">
              <w:rPr>
                <w:rFonts w:ascii="Times New Roman" w:hAnsi="Times New Roman" w:cs="Times New Roman"/>
              </w:rPr>
              <w:t>обытие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4879A5" w:rsidRDefault="004879A5" w:rsidP="00AB791E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соглашения на предоставления </w:t>
            </w:r>
          </w:p>
          <w:p w:rsidR="004879A5" w:rsidRPr="00AB791E" w:rsidRDefault="004879A5" w:rsidP="00AB791E">
            <w:pPr>
              <w:ind w:left="652" w:firstLine="0"/>
              <w:jc w:val="left"/>
              <w:rPr>
                <w:rFonts w:ascii="Times New Roman CYR" w:hAnsi="Times New Roman CYR" w:cs="Times New Roman CYR"/>
              </w:rPr>
            </w:pPr>
          </w:p>
          <w:p w:rsidR="004879A5" w:rsidRPr="00AB791E" w:rsidRDefault="004879A5" w:rsidP="00AB791E">
            <w:pPr>
              <w:ind w:left="652" w:firstLine="0"/>
              <w:jc w:val="left"/>
              <w:rPr>
                <w:rFonts w:ascii="Times New Roman CYR" w:hAnsi="Times New Roman CYR" w:cs="Times New Roman CYR"/>
              </w:rPr>
            </w:pPr>
          </w:p>
          <w:p w:rsidR="004879A5" w:rsidRPr="00AB791E" w:rsidRDefault="004879A5" w:rsidP="00AB791E">
            <w:pPr>
              <w:ind w:left="652" w:firstLine="0"/>
              <w:jc w:val="left"/>
              <w:rPr>
                <w:rFonts w:ascii="Times New Roman CYR" w:hAnsi="Times New Roman CYR" w:cs="Times New Roman CYR"/>
              </w:rPr>
            </w:pPr>
          </w:p>
          <w:p w:rsidR="004879A5" w:rsidRPr="006A004F" w:rsidRDefault="004879A5" w:rsidP="00AB791E">
            <w:pPr>
              <w:ind w:left="652" w:firstLine="0"/>
              <w:jc w:val="left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 w:cs="Times New Roman"/>
              </w:rPr>
              <w:t>субсидий из бюджета Старотитаровского сельского поселения Темрюкского района</w:t>
            </w:r>
          </w:p>
          <w:p w:rsidR="004879A5" w:rsidRPr="007A5CB9" w:rsidRDefault="004879A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879A5" w:rsidRPr="006069E5" w:rsidRDefault="004879A5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879A5" w:rsidRDefault="004879A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</w:t>
            </w:r>
          </w:p>
          <w:p w:rsidR="004879A5" w:rsidRDefault="004879A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879A5" w:rsidRDefault="004879A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879A5" w:rsidRDefault="004879A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879A5" w:rsidRPr="006069E5" w:rsidRDefault="004879A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 xml:space="preserve"> поселения Темрюкского района</w:t>
            </w:r>
          </w:p>
        </w:tc>
        <w:tc>
          <w:tcPr>
            <w:tcW w:w="1620" w:type="dxa"/>
          </w:tcPr>
          <w:p w:rsidR="004879A5" w:rsidRPr="0024685E" w:rsidRDefault="004879A5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03.04.2023 г.</w:t>
            </w:r>
          </w:p>
        </w:tc>
        <w:tc>
          <w:tcPr>
            <w:tcW w:w="1800" w:type="dxa"/>
          </w:tcPr>
          <w:p w:rsidR="004879A5" w:rsidRPr="006069E5" w:rsidRDefault="004879A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879A5" w:rsidRPr="006069E5" w:rsidRDefault="004879A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879A5" w:rsidRPr="006069E5" w:rsidRDefault="004879A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879A5" w:rsidRPr="006069E5" w:rsidRDefault="004879A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879A5" w:rsidRPr="006069E5" w:rsidRDefault="004879A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4879A5" w:rsidRDefault="004879A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79A5" w:rsidRDefault="004879A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79A5" w:rsidRDefault="004879A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79A5" w:rsidRDefault="004879A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4879A5" w:rsidRDefault="004879A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4879A5" w:rsidRPr="0064236D" w:rsidRDefault="004879A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А.Ю. Лобыцина</w:t>
      </w:r>
    </w:p>
    <w:sectPr w:rsidR="004879A5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9A5" w:rsidRDefault="004879A5" w:rsidP="007D6942">
      <w:r>
        <w:separator/>
      </w:r>
    </w:p>
  </w:endnote>
  <w:endnote w:type="continuationSeparator" w:id="0">
    <w:p w:rsidR="004879A5" w:rsidRDefault="004879A5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9A5" w:rsidRDefault="004879A5" w:rsidP="007D6942">
      <w:r>
        <w:separator/>
      </w:r>
    </w:p>
  </w:footnote>
  <w:footnote w:type="continuationSeparator" w:id="0">
    <w:p w:rsidR="004879A5" w:rsidRDefault="004879A5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9A5" w:rsidRDefault="004879A5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4879A5" w:rsidRPr="00A80EF1" w:rsidRDefault="004879A5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23444"/>
    <w:multiLevelType w:val="multilevel"/>
    <w:tmpl w:val="9DEE51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3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20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28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47F68"/>
    <w:rsid w:val="000677DD"/>
    <w:rsid w:val="00074837"/>
    <w:rsid w:val="00076146"/>
    <w:rsid w:val="00092349"/>
    <w:rsid w:val="000A1CD9"/>
    <w:rsid w:val="000B49E9"/>
    <w:rsid w:val="000B56F5"/>
    <w:rsid w:val="000C426A"/>
    <w:rsid w:val="000D610F"/>
    <w:rsid w:val="000F1792"/>
    <w:rsid w:val="000F2A1C"/>
    <w:rsid w:val="000F5077"/>
    <w:rsid w:val="000F75A3"/>
    <w:rsid w:val="001028E0"/>
    <w:rsid w:val="001057E4"/>
    <w:rsid w:val="00115768"/>
    <w:rsid w:val="00120544"/>
    <w:rsid w:val="00125796"/>
    <w:rsid w:val="00130F43"/>
    <w:rsid w:val="001471D0"/>
    <w:rsid w:val="00164E78"/>
    <w:rsid w:val="00172D66"/>
    <w:rsid w:val="00185F36"/>
    <w:rsid w:val="0018768F"/>
    <w:rsid w:val="00195536"/>
    <w:rsid w:val="0019603E"/>
    <w:rsid w:val="001B7323"/>
    <w:rsid w:val="001D011F"/>
    <w:rsid w:val="001E7088"/>
    <w:rsid w:val="001F2603"/>
    <w:rsid w:val="00206D5E"/>
    <w:rsid w:val="00212251"/>
    <w:rsid w:val="0021273C"/>
    <w:rsid w:val="002246DC"/>
    <w:rsid w:val="00240DF8"/>
    <w:rsid w:val="0024685E"/>
    <w:rsid w:val="00250BFB"/>
    <w:rsid w:val="00257B6C"/>
    <w:rsid w:val="00285170"/>
    <w:rsid w:val="00287F42"/>
    <w:rsid w:val="00294148"/>
    <w:rsid w:val="0029793F"/>
    <w:rsid w:val="002A054F"/>
    <w:rsid w:val="002B2635"/>
    <w:rsid w:val="002C546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52B4E"/>
    <w:rsid w:val="00472DFB"/>
    <w:rsid w:val="00477E9D"/>
    <w:rsid w:val="004879A5"/>
    <w:rsid w:val="0049599F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80DF5"/>
    <w:rsid w:val="00584CF8"/>
    <w:rsid w:val="0059507B"/>
    <w:rsid w:val="005B0797"/>
    <w:rsid w:val="005E372B"/>
    <w:rsid w:val="006069E5"/>
    <w:rsid w:val="00635D37"/>
    <w:rsid w:val="0064236D"/>
    <w:rsid w:val="0067380F"/>
    <w:rsid w:val="006811EE"/>
    <w:rsid w:val="00682270"/>
    <w:rsid w:val="00682450"/>
    <w:rsid w:val="00690511"/>
    <w:rsid w:val="006A004F"/>
    <w:rsid w:val="006E7F3F"/>
    <w:rsid w:val="006F1FB0"/>
    <w:rsid w:val="006F2B84"/>
    <w:rsid w:val="0070118C"/>
    <w:rsid w:val="00705B7B"/>
    <w:rsid w:val="0071727A"/>
    <w:rsid w:val="0071770D"/>
    <w:rsid w:val="00741C05"/>
    <w:rsid w:val="00741D3B"/>
    <w:rsid w:val="00780C3B"/>
    <w:rsid w:val="00781F87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4E6B"/>
    <w:rsid w:val="008A6FA1"/>
    <w:rsid w:val="008B5654"/>
    <w:rsid w:val="008C0505"/>
    <w:rsid w:val="008C1A19"/>
    <w:rsid w:val="008C28BE"/>
    <w:rsid w:val="008C3B45"/>
    <w:rsid w:val="008E6FA9"/>
    <w:rsid w:val="00905C09"/>
    <w:rsid w:val="00912410"/>
    <w:rsid w:val="009159B4"/>
    <w:rsid w:val="00916317"/>
    <w:rsid w:val="00930E70"/>
    <w:rsid w:val="00954C8E"/>
    <w:rsid w:val="00960535"/>
    <w:rsid w:val="0096355C"/>
    <w:rsid w:val="00963883"/>
    <w:rsid w:val="009674C5"/>
    <w:rsid w:val="00967F4E"/>
    <w:rsid w:val="0098228E"/>
    <w:rsid w:val="009B212B"/>
    <w:rsid w:val="009C2CF1"/>
    <w:rsid w:val="009D2659"/>
    <w:rsid w:val="009D37BC"/>
    <w:rsid w:val="009D6338"/>
    <w:rsid w:val="009E3D61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B791E"/>
    <w:rsid w:val="00AC03D6"/>
    <w:rsid w:val="00AC272C"/>
    <w:rsid w:val="00AC4B7D"/>
    <w:rsid w:val="00AD1F69"/>
    <w:rsid w:val="00AD3966"/>
    <w:rsid w:val="00AE1814"/>
    <w:rsid w:val="00AF3ADF"/>
    <w:rsid w:val="00B05BE6"/>
    <w:rsid w:val="00B150A3"/>
    <w:rsid w:val="00B47DD0"/>
    <w:rsid w:val="00B75B97"/>
    <w:rsid w:val="00B80DD0"/>
    <w:rsid w:val="00B80FE0"/>
    <w:rsid w:val="00B90E2F"/>
    <w:rsid w:val="00B975E4"/>
    <w:rsid w:val="00BC61DC"/>
    <w:rsid w:val="00BD6797"/>
    <w:rsid w:val="00BF6D41"/>
    <w:rsid w:val="00C27A6B"/>
    <w:rsid w:val="00C30220"/>
    <w:rsid w:val="00C31713"/>
    <w:rsid w:val="00C33EA9"/>
    <w:rsid w:val="00C35E09"/>
    <w:rsid w:val="00C400CB"/>
    <w:rsid w:val="00C70375"/>
    <w:rsid w:val="00C71732"/>
    <w:rsid w:val="00C74FCF"/>
    <w:rsid w:val="00C7608E"/>
    <w:rsid w:val="00C777F7"/>
    <w:rsid w:val="00C77B56"/>
    <w:rsid w:val="00C83D2E"/>
    <w:rsid w:val="00C850AB"/>
    <w:rsid w:val="00CA1599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17A9E"/>
    <w:rsid w:val="00D20829"/>
    <w:rsid w:val="00D5605F"/>
    <w:rsid w:val="00D63589"/>
    <w:rsid w:val="00D70BE1"/>
    <w:rsid w:val="00D737C3"/>
    <w:rsid w:val="00D7385B"/>
    <w:rsid w:val="00D91388"/>
    <w:rsid w:val="00D93CA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040EC"/>
    <w:rsid w:val="00E23D36"/>
    <w:rsid w:val="00E25A68"/>
    <w:rsid w:val="00E3318F"/>
    <w:rsid w:val="00E5136E"/>
    <w:rsid w:val="00E57BE0"/>
    <w:rsid w:val="00E57E39"/>
    <w:rsid w:val="00E67030"/>
    <w:rsid w:val="00E73D5F"/>
    <w:rsid w:val="00E8140E"/>
    <w:rsid w:val="00EC19DC"/>
    <w:rsid w:val="00ED3983"/>
    <w:rsid w:val="00F10576"/>
    <w:rsid w:val="00F14138"/>
    <w:rsid w:val="00F20843"/>
    <w:rsid w:val="00F233BB"/>
    <w:rsid w:val="00F2569A"/>
    <w:rsid w:val="00F27FC1"/>
    <w:rsid w:val="00F352F4"/>
    <w:rsid w:val="00F40D21"/>
    <w:rsid w:val="00F421C4"/>
    <w:rsid w:val="00F4487B"/>
    <w:rsid w:val="00F8232B"/>
    <w:rsid w:val="00FC4C64"/>
    <w:rsid w:val="00FF1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421</TotalTime>
  <Pages>2</Pages>
  <Words>212</Words>
  <Characters>1215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142</cp:revision>
  <cp:lastPrinted>2021-12-27T06:35:00Z</cp:lastPrinted>
  <dcterms:created xsi:type="dcterms:W3CDTF">2021-05-31T11:19:00Z</dcterms:created>
  <dcterms:modified xsi:type="dcterms:W3CDTF">2022-12-28T06:06:00Z</dcterms:modified>
</cp:coreProperties>
</file>